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D92B5" w14:textId="77777777" w:rsidR="00D72776" w:rsidRDefault="00D72776" w:rsidP="009E4325">
      <w:pPr>
        <w:spacing w:line="480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8309D26" w14:textId="3504DFE1" w:rsidR="009E4325" w:rsidRPr="008A470D" w:rsidRDefault="009E4325" w:rsidP="009E4325">
      <w:pPr>
        <w:spacing w:line="480" w:lineRule="auto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hAnsiTheme="minorHAnsi" w:cstheme="minorHAnsi"/>
          <w:b/>
          <w:sz w:val="20"/>
          <w:szCs w:val="20"/>
        </w:rPr>
        <w:t>Załącznik nr 3a do SWZ</w:t>
      </w:r>
    </w:p>
    <w:p w14:paraId="089077A7" w14:textId="50AC972E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Podmiot:</w:t>
      </w:r>
    </w:p>
    <w:p w14:paraId="294B0481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3DF8A39A" w14:textId="77777777" w:rsidR="00503B3C" w:rsidRPr="008A470D" w:rsidRDefault="00503B3C" w:rsidP="00503B3C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06A92384" w14:textId="77777777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21C426E4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7D14CB8C" w14:textId="77777777" w:rsidR="00503B3C" w:rsidRPr="008A470D" w:rsidRDefault="00503B3C" w:rsidP="00503B3C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21D1A815" w14:textId="77777777" w:rsidR="00503B3C" w:rsidRPr="008A470D" w:rsidRDefault="00503B3C" w:rsidP="00503B3C">
      <w:pPr>
        <w:spacing w:after="160" w:line="25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0329E89A" w14:textId="77777777" w:rsidR="00503B3C" w:rsidRPr="00516A45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  <w:u w:val="single"/>
        </w:rPr>
        <w:t>Oświadczenia podmiotu udostępniającego zasoby</w:t>
      </w:r>
    </w:p>
    <w:p w14:paraId="79CD0D8B" w14:textId="77777777" w:rsidR="00503B3C" w:rsidRPr="00516A45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516A45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A8D9724" w14:textId="77777777" w:rsidR="00503B3C" w:rsidRPr="00516A45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</w:rPr>
        <w:t>składane na podstawie art. 125 ust. 5 ustawy Pzp</w:t>
      </w:r>
    </w:p>
    <w:p w14:paraId="7DB6A804" w14:textId="77777777" w:rsidR="009E4325" w:rsidRPr="00516A45" w:rsidRDefault="009E4325" w:rsidP="009E4325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63589870" w14:textId="4FF90F31" w:rsidR="009E4325" w:rsidRPr="00516A45" w:rsidRDefault="009E4325" w:rsidP="007106E0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pn. </w:t>
      </w:r>
      <w:r w:rsidR="00FE4D30" w:rsidRPr="00FE4D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„Ochrona fizyczna osób i mienia z obsługą monitoringu w obiektach Sądu Rejonowego w Legionowie”</w:t>
      </w:r>
      <w:r w:rsidR="00262B1D" w:rsidRPr="00516A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Pr="00516A45">
        <w:rPr>
          <w:rFonts w:asciiTheme="minorHAnsi" w:eastAsia="Calibri" w:hAnsiTheme="minorHAnsi" w:cstheme="minorHAnsi"/>
          <w:sz w:val="22"/>
          <w:szCs w:val="22"/>
        </w:rPr>
        <w:t>oświadczam co następuje:</w:t>
      </w:r>
    </w:p>
    <w:p w14:paraId="01763195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E58CC37" w14:textId="77777777" w:rsidR="00503B3C" w:rsidRPr="00516A45" w:rsidRDefault="00503B3C" w:rsidP="00503B3C">
      <w:pPr>
        <w:shd w:val="clear" w:color="auto" w:fill="BFBFBF"/>
        <w:spacing w:before="12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</w:rPr>
        <w:t>OŚWIADCZENIA DOTYCZĄCE PODSTAW WYKLUCZENIA:</w:t>
      </w:r>
    </w:p>
    <w:p w14:paraId="1F9F1E78" w14:textId="77777777" w:rsidR="00503B3C" w:rsidRPr="00516A45" w:rsidRDefault="00503B3C" w:rsidP="00503B3C">
      <w:pPr>
        <w:numPr>
          <w:ilvl w:val="0"/>
          <w:numId w:val="12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>Oświadczam, że nie zachodzą w stosunku do mnie przesłanki wykluczenia z postępowania na podstawie  art. 108 ust 1 ustawy Pzp.</w:t>
      </w:r>
    </w:p>
    <w:p w14:paraId="561E8317" w14:textId="77777777" w:rsidR="00503B3C" w:rsidRPr="00516A45" w:rsidRDefault="00503B3C" w:rsidP="00503B3C">
      <w:pPr>
        <w:numPr>
          <w:ilvl w:val="0"/>
          <w:numId w:val="12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 xml:space="preserve">Oświadczam, </w:t>
      </w:r>
      <w:r w:rsidRPr="00516A4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516A45">
        <w:rPr>
          <w:rFonts w:asciiTheme="minorHAnsi" w:hAnsiTheme="minorHAnsi" w:cstheme="minorHAnsi"/>
          <w:color w:val="000000"/>
          <w:sz w:val="22"/>
          <w:szCs w:val="22"/>
        </w:rPr>
        <w:t xml:space="preserve">7 ust. 1 ustawy </w:t>
      </w:r>
      <w:r w:rsidRPr="00516A45">
        <w:rPr>
          <w:rFonts w:asciiTheme="minorHAnsi" w:eastAsia="Calibri" w:hAnsiTheme="minorHAnsi" w:cstheme="minorHAnsi"/>
          <w:color w:val="000000"/>
          <w:sz w:val="22"/>
          <w:szCs w:val="22"/>
        </w:rPr>
        <w:t>z dnia 13 kwietnia 2022 r.</w:t>
      </w:r>
      <w:r w:rsidRPr="00516A45">
        <w:rPr>
          <w:rFonts w:asciiTheme="minorHAnsi" w:eastAsia="Calibr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516A45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16A45">
        <w:rPr>
          <w:rFonts w:asciiTheme="minorHAnsi" w:eastAsia="Calibr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516A45">
        <w:rPr>
          <w:rFonts w:asciiTheme="minorHAnsi" w:eastAsia="Calibri" w:hAnsiTheme="minorHAnsi" w:cstheme="minorHAnsi"/>
          <w:sz w:val="22"/>
          <w:szCs w:val="22"/>
        </w:rPr>
        <w:t>(t.j. Dz. U. z 2024 r. poz. 507, ze zm.)</w:t>
      </w:r>
      <w:r w:rsidRPr="00516A45"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vertAlign w:val="superscript"/>
        </w:rPr>
        <w:footnoteReference w:id="1"/>
      </w:r>
      <w:r w:rsidRPr="00516A45">
        <w:rPr>
          <w:rFonts w:asciiTheme="minorHAnsi" w:eastAsia="Calibri" w:hAnsiTheme="minorHAnsi" w:cstheme="minorHAnsi"/>
          <w:i/>
          <w:iCs/>
          <w:color w:val="000000"/>
          <w:sz w:val="22"/>
          <w:szCs w:val="22"/>
        </w:rPr>
        <w:t>.</w:t>
      </w:r>
      <w:r w:rsidRPr="00516A4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6B97FE2B" w14:textId="77777777" w:rsidR="00503B3C" w:rsidRPr="00516A45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40FE9847" w14:textId="77777777" w:rsidR="00503B3C" w:rsidRPr="00516A45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516A45">
        <w:rPr>
          <w:rFonts w:asciiTheme="minorHAnsi" w:eastAsia="Calibr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516A45">
        <w:rPr>
          <w:rFonts w:asciiTheme="minorHAnsi" w:eastAsia="Calibri" w:hAnsiTheme="minorHAnsi" w:cstheme="minorHAnsi"/>
          <w:sz w:val="22"/>
          <w:szCs w:val="22"/>
        </w:rPr>
        <w:t xml:space="preserve"> w  następującym zakresie: ………………………………………………………………………………… </w:t>
      </w:r>
    </w:p>
    <w:p w14:paraId="0224C1ED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>……..…………………………………………………..………………………………………….................</w:t>
      </w:r>
    </w:p>
    <w:p w14:paraId="57304450" w14:textId="77777777" w:rsidR="00503B3C" w:rsidRPr="00516A45" w:rsidRDefault="00503B3C" w:rsidP="00503B3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1B99923" w14:textId="77777777" w:rsidR="00503B3C" w:rsidRPr="00516A45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</w:rPr>
        <w:t>OŚWIADCZENIE DOTYCZĄCE PODANYCH INFORMACJI:</w:t>
      </w:r>
    </w:p>
    <w:p w14:paraId="7834D005" w14:textId="77777777" w:rsidR="00503B3C" w:rsidRPr="00516A45" w:rsidRDefault="00503B3C" w:rsidP="00503B3C">
      <w:pPr>
        <w:spacing w:before="120"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516A45">
        <w:rPr>
          <w:rFonts w:asciiTheme="minorHAnsi" w:eastAsia="Calibr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1D36D8" w14:textId="77777777" w:rsidR="00503B3C" w:rsidRPr="00516A45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16A45">
        <w:rPr>
          <w:rFonts w:asciiTheme="minorHAnsi" w:eastAsia="Calibr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04CDCD05" w14:textId="77777777" w:rsidR="00503B3C" w:rsidRPr="00516A45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63EF668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87FD976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BC649FF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111BC71" w14:textId="77777777" w:rsidR="00503B3C" w:rsidRPr="00516A45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16A45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076F7D2" w14:textId="77777777" w:rsidR="00503B3C" w:rsidRPr="008A470D" w:rsidRDefault="00503B3C" w:rsidP="00503B3C">
      <w:pPr>
        <w:spacing w:after="16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leNormal"/>
        <w:tblW w:w="10125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5"/>
      </w:tblGrid>
      <w:tr w:rsidR="00503B3C" w:rsidRPr="008A470D" w14:paraId="2523D5D1" w14:textId="77777777" w:rsidTr="00D91BDD">
        <w:trPr>
          <w:trHeight w:val="237"/>
        </w:trPr>
        <w:tc>
          <w:tcPr>
            <w:tcW w:w="5064" w:type="dxa"/>
            <w:hideMark/>
          </w:tcPr>
          <w:p w14:paraId="0F0DF2AF" w14:textId="77777777" w:rsidR="00503B3C" w:rsidRPr="008A470D" w:rsidRDefault="00503B3C" w:rsidP="00D91BDD">
            <w:pPr>
              <w:pStyle w:val="TableParagraph"/>
              <w:spacing w:line="217" w:lineRule="exact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Niniejszy plik należy opatrzyć</w:t>
            </w:r>
          </w:p>
        </w:tc>
      </w:tr>
      <w:tr w:rsidR="00503B3C" w:rsidRPr="008A470D" w14:paraId="0CE62BE3" w14:textId="77777777" w:rsidTr="00D91BDD">
        <w:trPr>
          <w:trHeight w:val="57"/>
        </w:trPr>
        <w:tc>
          <w:tcPr>
            <w:tcW w:w="5064" w:type="dxa"/>
            <w:hideMark/>
          </w:tcPr>
          <w:p w14:paraId="6ACE7187" w14:textId="77777777" w:rsidR="00503B3C" w:rsidRPr="00FE4D30" w:rsidRDefault="00503B3C" w:rsidP="00D91BDD">
            <w:pPr>
              <w:pStyle w:val="TableParagraph"/>
              <w:spacing w:before="7" w:line="230" w:lineRule="atLeast"/>
              <w:ind w:left="1023" w:right="115" w:hanging="824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  <w:r w:rsidRPr="00FE4D30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podpisem kwalifikowanym lub podpisem zaufanym</w:t>
            </w:r>
            <w:r w:rsidRPr="00FE4D30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br/>
              <w:t xml:space="preserve"> lub podpisem osobistym</w:t>
            </w:r>
          </w:p>
        </w:tc>
      </w:tr>
    </w:tbl>
    <w:p w14:paraId="752E6B9E" w14:textId="77777777" w:rsidR="00503B3C" w:rsidRPr="008A470D" w:rsidRDefault="00503B3C" w:rsidP="00503B3C">
      <w:pPr>
        <w:spacing w:line="182" w:lineRule="exact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10E38988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041FE713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56F06E03" w14:textId="77777777" w:rsidR="00503B3C" w:rsidRPr="008A470D" w:rsidRDefault="00503B3C" w:rsidP="00503B3C">
      <w:pPr>
        <w:rPr>
          <w:rFonts w:asciiTheme="minorHAnsi" w:hAnsiTheme="minorHAnsi" w:cstheme="minorHAnsi"/>
          <w:sz w:val="20"/>
          <w:szCs w:val="20"/>
        </w:rPr>
      </w:pPr>
    </w:p>
    <w:p w14:paraId="5D52C078" w14:textId="44E6C259" w:rsidR="00C85376" w:rsidRPr="008A470D" w:rsidRDefault="00C85376" w:rsidP="00503B3C">
      <w:pPr>
        <w:rPr>
          <w:rFonts w:asciiTheme="minorHAnsi" w:hAnsiTheme="minorHAnsi" w:cstheme="minorHAnsi"/>
          <w:sz w:val="20"/>
          <w:szCs w:val="20"/>
        </w:rPr>
      </w:pPr>
    </w:p>
    <w:sectPr w:rsidR="00C85376" w:rsidRPr="008A470D" w:rsidSect="001967EE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4E118" w14:textId="77777777" w:rsidR="007D2FE5" w:rsidRDefault="007D2FE5">
      <w:r>
        <w:separator/>
      </w:r>
    </w:p>
  </w:endnote>
  <w:endnote w:type="continuationSeparator" w:id="0">
    <w:p w14:paraId="2E8C5E01" w14:textId="77777777" w:rsidR="007D2FE5" w:rsidRDefault="007D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ource Sans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7815525"/>
      <w:docPartObj>
        <w:docPartGallery w:val="Page Numbers (Bottom of Page)"/>
        <w:docPartUnique/>
      </w:docPartObj>
    </w:sdtPr>
    <w:sdtEndPr/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8DC1" w14:textId="77777777" w:rsidR="007D2FE5" w:rsidRDefault="007D2FE5">
      <w:r>
        <w:separator/>
      </w:r>
    </w:p>
  </w:footnote>
  <w:footnote w:type="continuationSeparator" w:id="0">
    <w:p w14:paraId="22C9746A" w14:textId="77777777" w:rsidR="007D2FE5" w:rsidRDefault="007D2FE5">
      <w:r>
        <w:continuationSeparator/>
      </w:r>
    </w:p>
  </w:footnote>
  <w:footnote w:id="1">
    <w:p w14:paraId="60B94613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Cs/>
          <w:color w:val="222222"/>
          <w:sz w:val="16"/>
          <w:szCs w:val="16"/>
        </w:rPr>
        <w:t>o szczególnych rozwiązaniach w zakresie przeciwdziałania wspieraniu</w:t>
      </w:r>
      <w:r>
        <w:rPr>
          <w:iCs/>
          <w:color w:val="222222"/>
          <w:sz w:val="16"/>
          <w:szCs w:val="16"/>
        </w:rPr>
        <w:t xml:space="preserve"> </w:t>
      </w:r>
      <w:r>
        <w:rPr>
          <w:rFonts w:ascii="Myriad Pro" w:hAnsi="Myriad Pro"/>
          <w:iCs/>
          <w:color w:val="222222"/>
          <w:sz w:val="16"/>
          <w:szCs w:val="16"/>
        </w:rPr>
        <w:t>agresji na Ukrainę oraz służących ochronie bezpieczeństwa narodowego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,  </w:t>
      </w:r>
      <w:r>
        <w:rPr>
          <w:rFonts w:ascii="Myriad Pro" w:hAnsi="Myriad Pro"/>
          <w:iCs/>
          <w:color w:val="222222"/>
          <w:sz w:val="16"/>
          <w:szCs w:val="16"/>
        </w:rPr>
        <w:t xml:space="preserve">zwanej dalej „ustawą”, </w:t>
      </w:r>
      <w:r>
        <w:rPr>
          <w:rFonts w:ascii="Myriad Pro" w:hAnsi="Myriad Pro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C230B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D32F26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C4A2C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A50A80" w14:textId="77777777" w:rsidR="00503B3C" w:rsidRDefault="00503B3C" w:rsidP="00503B3C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51B22" w14:textId="44CBF04C" w:rsidR="006C300B" w:rsidRPr="00240F97" w:rsidRDefault="006C300B" w:rsidP="007106E0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  <w:sz w:val="20"/>
        <w:szCs w:val="20"/>
      </w:rPr>
    </w:pP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11716">
    <w:abstractNumId w:val="2"/>
  </w:num>
  <w:num w:numId="2" w16cid:durableId="331957642">
    <w:abstractNumId w:val="9"/>
  </w:num>
  <w:num w:numId="3" w16cid:durableId="814954685">
    <w:abstractNumId w:val="6"/>
  </w:num>
  <w:num w:numId="4" w16cid:durableId="2008362635">
    <w:abstractNumId w:val="8"/>
  </w:num>
  <w:num w:numId="5" w16cid:durableId="1730155054">
    <w:abstractNumId w:val="4"/>
  </w:num>
  <w:num w:numId="6" w16cid:durableId="1527594306">
    <w:abstractNumId w:val="7"/>
  </w:num>
  <w:num w:numId="7" w16cid:durableId="1263950080">
    <w:abstractNumId w:val="5"/>
  </w:num>
  <w:num w:numId="8" w16cid:durableId="1164206540">
    <w:abstractNumId w:val="1"/>
  </w:num>
  <w:num w:numId="9" w16cid:durableId="1087656869">
    <w:abstractNumId w:val="3"/>
  </w:num>
  <w:num w:numId="10" w16cid:durableId="411053489">
    <w:abstractNumId w:val="0"/>
  </w:num>
  <w:num w:numId="11" w16cid:durableId="613287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82504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914A0"/>
    <w:rsid w:val="000A47B3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40F97"/>
    <w:rsid w:val="00252F57"/>
    <w:rsid w:val="0025309F"/>
    <w:rsid w:val="00256385"/>
    <w:rsid w:val="00262B1D"/>
    <w:rsid w:val="002713EB"/>
    <w:rsid w:val="00276F5B"/>
    <w:rsid w:val="00290601"/>
    <w:rsid w:val="00296110"/>
    <w:rsid w:val="002A633D"/>
    <w:rsid w:val="002B199E"/>
    <w:rsid w:val="002B1FA8"/>
    <w:rsid w:val="002B49A6"/>
    <w:rsid w:val="002E5DA2"/>
    <w:rsid w:val="002E7687"/>
    <w:rsid w:val="002F416E"/>
    <w:rsid w:val="002F5B41"/>
    <w:rsid w:val="00305A96"/>
    <w:rsid w:val="00323CC5"/>
    <w:rsid w:val="003257F1"/>
    <w:rsid w:val="00353C4D"/>
    <w:rsid w:val="00362988"/>
    <w:rsid w:val="003638BF"/>
    <w:rsid w:val="0037559D"/>
    <w:rsid w:val="003854D3"/>
    <w:rsid w:val="003939AC"/>
    <w:rsid w:val="00397928"/>
    <w:rsid w:val="003A224A"/>
    <w:rsid w:val="003A4F4E"/>
    <w:rsid w:val="003A5E3B"/>
    <w:rsid w:val="003B53C0"/>
    <w:rsid w:val="003B70A3"/>
    <w:rsid w:val="00427ABB"/>
    <w:rsid w:val="00431CA0"/>
    <w:rsid w:val="00432320"/>
    <w:rsid w:val="00442745"/>
    <w:rsid w:val="00446424"/>
    <w:rsid w:val="004657D9"/>
    <w:rsid w:val="00475CD0"/>
    <w:rsid w:val="004820A0"/>
    <w:rsid w:val="0049041B"/>
    <w:rsid w:val="00494080"/>
    <w:rsid w:val="00494AF3"/>
    <w:rsid w:val="00496EBE"/>
    <w:rsid w:val="004B65FE"/>
    <w:rsid w:val="004C397F"/>
    <w:rsid w:val="004F4AA1"/>
    <w:rsid w:val="004F65AF"/>
    <w:rsid w:val="00503B3C"/>
    <w:rsid w:val="0051314B"/>
    <w:rsid w:val="00516A45"/>
    <w:rsid w:val="005265FE"/>
    <w:rsid w:val="00532B23"/>
    <w:rsid w:val="00555D11"/>
    <w:rsid w:val="00556C19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C6B"/>
    <w:rsid w:val="00611FB3"/>
    <w:rsid w:val="006429C1"/>
    <w:rsid w:val="0066156D"/>
    <w:rsid w:val="00672DE6"/>
    <w:rsid w:val="006742C8"/>
    <w:rsid w:val="0069392F"/>
    <w:rsid w:val="00695A33"/>
    <w:rsid w:val="00696D06"/>
    <w:rsid w:val="006A4AC2"/>
    <w:rsid w:val="006C300B"/>
    <w:rsid w:val="006C775C"/>
    <w:rsid w:val="006D4144"/>
    <w:rsid w:val="006D5C55"/>
    <w:rsid w:val="006D5E28"/>
    <w:rsid w:val="006E617D"/>
    <w:rsid w:val="006F13AD"/>
    <w:rsid w:val="006F36FD"/>
    <w:rsid w:val="006F6B48"/>
    <w:rsid w:val="007106E0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055E"/>
    <w:rsid w:val="007B3231"/>
    <w:rsid w:val="007B7369"/>
    <w:rsid w:val="007C1128"/>
    <w:rsid w:val="007C3743"/>
    <w:rsid w:val="007D2FE5"/>
    <w:rsid w:val="007D7B3C"/>
    <w:rsid w:val="007F3BF2"/>
    <w:rsid w:val="008041A3"/>
    <w:rsid w:val="00814F50"/>
    <w:rsid w:val="00816CE6"/>
    <w:rsid w:val="00823AC2"/>
    <w:rsid w:val="00824221"/>
    <w:rsid w:val="00826C36"/>
    <w:rsid w:val="00845F18"/>
    <w:rsid w:val="008527D7"/>
    <w:rsid w:val="00853169"/>
    <w:rsid w:val="0085370E"/>
    <w:rsid w:val="00854EE0"/>
    <w:rsid w:val="00855EA0"/>
    <w:rsid w:val="00863D4F"/>
    <w:rsid w:val="008707A9"/>
    <w:rsid w:val="008A0A03"/>
    <w:rsid w:val="008A470D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17F34"/>
    <w:rsid w:val="009256D9"/>
    <w:rsid w:val="00935EEB"/>
    <w:rsid w:val="00945D6A"/>
    <w:rsid w:val="00972551"/>
    <w:rsid w:val="0097351A"/>
    <w:rsid w:val="0097486D"/>
    <w:rsid w:val="009A417F"/>
    <w:rsid w:val="009B2EFA"/>
    <w:rsid w:val="009B4E99"/>
    <w:rsid w:val="009C064B"/>
    <w:rsid w:val="009E4325"/>
    <w:rsid w:val="009E5075"/>
    <w:rsid w:val="009F4794"/>
    <w:rsid w:val="00A0441C"/>
    <w:rsid w:val="00A12C76"/>
    <w:rsid w:val="00A2010B"/>
    <w:rsid w:val="00A21FFA"/>
    <w:rsid w:val="00A52C9F"/>
    <w:rsid w:val="00A54416"/>
    <w:rsid w:val="00A610A0"/>
    <w:rsid w:val="00A618A2"/>
    <w:rsid w:val="00A63F24"/>
    <w:rsid w:val="00A819B2"/>
    <w:rsid w:val="00A876FE"/>
    <w:rsid w:val="00A94AE7"/>
    <w:rsid w:val="00A94E43"/>
    <w:rsid w:val="00A95738"/>
    <w:rsid w:val="00A97CB9"/>
    <w:rsid w:val="00AE1BA4"/>
    <w:rsid w:val="00AE44C6"/>
    <w:rsid w:val="00AF11EC"/>
    <w:rsid w:val="00AF1EC1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3C50"/>
    <w:rsid w:val="00B75588"/>
    <w:rsid w:val="00B93FA8"/>
    <w:rsid w:val="00BF36C2"/>
    <w:rsid w:val="00C01BE9"/>
    <w:rsid w:val="00C2211F"/>
    <w:rsid w:val="00C31439"/>
    <w:rsid w:val="00C33675"/>
    <w:rsid w:val="00C3785E"/>
    <w:rsid w:val="00C4281C"/>
    <w:rsid w:val="00C50C54"/>
    <w:rsid w:val="00C512E0"/>
    <w:rsid w:val="00C56156"/>
    <w:rsid w:val="00C61CA3"/>
    <w:rsid w:val="00C64A01"/>
    <w:rsid w:val="00C8170F"/>
    <w:rsid w:val="00C85376"/>
    <w:rsid w:val="00C85420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2776"/>
    <w:rsid w:val="00D74A29"/>
    <w:rsid w:val="00D76B07"/>
    <w:rsid w:val="00D801C4"/>
    <w:rsid w:val="00D81AAE"/>
    <w:rsid w:val="00D836E1"/>
    <w:rsid w:val="00D93FBA"/>
    <w:rsid w:val="00D9497D"/>
    <w:rsid w:val="00DA7539"/>
    <w:rsid w:val="00DC0D92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A5C64"/>
    <w:rsid w:val="00EC7812"/>
    <w:rsid w:val="00ED2C6B"/>
    <w:rsid w:val="00EF7C7D"/>
    <w:rsid w:val="00F13D34"/>
    <w:rsid w:val="00F1486A"/>
    <w:rsid w:val="00F32D57"/>
    <w:rsid w:val="00F35AF4"/>
    <w:rsid w:val="00F53E80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147C"/>
    <w:rsid w:val="00FA4AF9"/>
    <w:rsid w:val="00FC3A7C"/>
    <w:rsid w:val="00FC429F"/>
    <w:rsid w:val="00FD1766"/>
    <w:rsid w:val="00FE1C0B"/>
    <w:rsid w:val="00FE4D30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2</Pages>
  <Words>309</Words>
  <Characters>2484</Characters>
  <Application>Microsoft Office Word</Application>
  <DocSecurity>0</DocSecurity>
  <Lines>52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6</cp:revision>
  <cp:lastPrinted>2021-01-26T09:31:00Z</cp:lastPrinted>
  <dcterms:created xsi:type="dcterms:W3CDTF">2024-10-01T12:18:00Z</dcterms:created>
  <dcterms:modified xsi:type="dcterms:W3CDTF">2026-02-03T13:20:00Z</dcterms:modified>
</cp:coreProperties>
</file>